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C79" w:rsidRDefault="00BF5C79" w:rsidP="00DF44EB">
      <w:pPr>
        <w:jc w:val="center"/>
        <w:rPr>
          <w:b/>
          <w:bCs/>
          <w:sz w:val="28"/>
          <w:szCs w:val="28"/>
        </w:rPr>
      </w:pPr>
      <w:r w:rsidRPr="00D23C90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">
            <v:imagedata r:id="rId4" o:title=""/>
          </v:shape>
        </w:pict>
      </w:r>
    </w:p>
    <w:p w:rsidR="00BF5C79" w:rsidRDefault="00BF5C79" w:rsidP="00DF44EB">
      <w:pPr>
        <w:jc w:val="center"/>
        <w:rPr>
          <w:b/>
          <w:bCs/>
          <w:sz w:val="28"/>
          <w:szCs w:val="28"/>
        </w:rPr>
      </w:pPr>
    </w:p>
    <w:p w:rsidR="00BF5C79" w:rsidRDefault="00BF5C79" w:rsidP="00DF44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 ФЕДЕРАЦИЯ</w:t>
      </w:r>
    </w:p>
    <w:p w:rsidR="00BF5C79" w:rsidRDefault="00BF5C79" w:rsidP="00DF44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СВЕРДЛОВСКАЯ  ОБЛАСТЬ</w:t>
      </w:r>
    </w:p>
    <w:p w:rsidR="00BF5C79" w:rsidRDefault="00BF5C79" w:rsidP="00DF44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 КАМЕНСКОГО  ГОРОДСКОГО  ОКРУГА</w:t>
      </w:r>
    </w:p>
    <w:p w:rsidR="00BF5C79" w:rsidRDefault="00BF5C79" w:rsidP="00DF44EB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ПЯТЫЙ  СОЗЫВ</w:t>
      </w:r>
    </w:p>
    <w:p w:rsidR="00BF5C79" w:rsidRPr="002A5BBD" w:rsidRDefault="00BF5C79" w:rsidP="00DF44EB">
      <w:pPr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Двадцать первое</w:t>
      </w:r>
      <w:r w:rsidRPr="002A5BBD">
        <w:rPr>
          <w:bCs/>
          <w:i/>
          <w:sz w:val="28"/>
          <w:szCs w:val="28"/>
        </w:rPr>
        <w:t xml:space="preserve">  заседание</w:t>
      </w:r>
    </w:p>
    <w:p w:rsidR="00BF5C79" w:rsidRDefault="00BF5C79" w:rsidP="00DF44EB">
      <w:pPr>
        <w:jc w:val="center"/>
        <w:rPr>
          <w:b/>
          <w:sz w:val="28"/>
          <w:szCs w:val="28"/>
        </w:rPr>
      </w:pPr>
    </w:p>
    <w:p w:rsidR="00BF5C79" w:rsidRDefault="00BF5C79" w:rsidP="00DF44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РЕШЕНИЕ  № 203 </w:t>
      </w:r>
    </w:p>
    <w:p w:rsidR="00BF5C79" w:rsidRDefault="00BF5C79" w:rsidP="00DF44EB">
      <w:pPr>
        <w:jc w:val="center"/>
        <w:rPr>
          <w:b/>
          <w:sz w:val="28"/>
          <w:szCs w:val="28"/>
        </w:rPr>
      </w:pPr>
    </w:p>
    <w:p w:rsidR="00BF5C79" w:rsidRDefault="00BF5C79" w:rsidP="00DF44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 февраля 2014 года</w:t>
      </w:r>
    </w:p>
    <w:p w:rsidR="00BF5C79" w:rsidRDefault="00BF5C79" w:rsidP="008C771B">
      <w:pPr>
        <w:jc w:val="center"/>
        <w:rPr>
          <w:b/>
          <w:i/>
          <w:sz w:val="28"/>
          <w:szCs w:val="28"/>
        </w:rPr>
      </w:pPr>
    </w:p>
    <w:p w:rsidR="00BF5C79" w:rsidRPr="005601E9" w:rsidRDefault="00BF5C79" w:rsidP="008C771B">
      <w:pPr>
        <w:jc w:val="center"/>
        <w:rPr>
          <w:b/>
          <w:i/>
          <w:sz w:val="28"/>
          <w:szCs w:val="28"/>
        </w:rPr>
      </w:pPr>
      <w:r w:rsidRPr="005601E9">
        <w:rPr>
          <w:b/>
          <w:i/>
          <w:sz w:val="28"/>
          <w:szCs w:val="28"/>
        </w:rPr>
        <w:t>О</w:t>
      </w:r>
      <w:r>
        <w:rPr>
          <w:b/>
          <w:i/>
          <w:sz w:val="28"/>
          <w:szCs w:val="28"/>
        </w:rPr>
        <w:t xml:space="preserve"> внесении изменений в Решение Думы Каменского городского округа от 26.06.2008г. № 53 «Об утверждении муниципальной п</w:t>
      </w:r>
      <w:r w:rsidRPr="005601E9">
        <w:rPr>
          <w:b/>
          <w:i/>
          <w:sz w:val="28"/>
          <w:szCs w:val="28"/>
        </w:rPr>
        <w:t>рограмм</w:t>
      </w:r>
      <w:r>
        <w:rPr>
          <w:b/>
          <w:i/>
          <w:sz w:val="28"/>
          <w:szCs w:val="28"/>
        </w:rPr>
        <w:t xml:space="preserve">ы </w:t>
      </w:r>
      <w:r w:rsidRPr="005601E9">
        <w:rPr>
          <w:b/>
          <w:i/>
          <w:sz w:val="28"/>
          <w:szCs w:val="28"/>
        </w:rPr>
        <w:t>«Экология и природные ресурсы» на территории муниципального образования «Каменский городской округ» на 2008 – 2015 годы</w:t>
      </w:r>
      <w:r>
        <w:rPr>
          <w:b/>
          <w:i/>
          <w:sz w:val="28"/>
          <w:szCs w:val="28"/>
        </w:rPr>
        <w:t>» (в ред. от 16.04. 2009г. № 141, от 22.10. 2009г. № 200, от 21.12. 2009г.  № 222, от 30.</w:t>
      </w:r>
      <w:bookmarkStart w:id="0" w:name="_GoBack"/>
      <w:bookmarkEnd w:id="0"/>
      <w:r>
        <w:rPr>
          <w:b/>
          <w:i/>
          <w:sz w:val="28"/>
          <w:szCs w:val="28"/>
        </w:rPr>
        <w:t>06.2010г. № 290, от 16.09.2010г. № 316, от 09.06.2011г. № 402, от 02.08.2011г. № 414, от 08.12.2011г. № 448, от 16.02.2012г. № 465, от 17.05.2012г. № 20, от 15.11.2012г. № 53, от 25.04.2013г. № 102, от 11.07.2013г. № 143, от 21.11.2013г. № 168)</w:t>
      </w:r>
    </w:p>
    <w:p w:rsidR="00BF5C79" w:rsidRPr="00D14F1E" w:rsidRDefault="00BF5C79" w:rsidP="008C771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BF5C79" w:rsidRPr="00F22F40" w:rsidRDefault="00BF5C79" w:rsidP="008C77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Решением Думы Каменского городского округа от 19.12.2013г  № 177 «О бюджете муниципального образования «Каменский городской округ» на 2014 год и плановый период 2015 и 2016 годов», Решением Думы Каменского городского округа от 19.12.2013г  № 178 «О внесении изменений и дополнений в Решение Думы Каменского городского округа от 26.12.2012г № 77 «О бюджете муниципального   образования «Каменский городской округ» на 2013 год», руководствуясь Федеральным законом от 06.10.2003г № 131-ФЗ «Об общих принципах организации местного самоуправления в Российской Федерации», Уставом муниципального образования «Каменский городской округ» </w:t>
      </w:r>
      <w:r w:rsidRPr="00F77578">
        <w:rPr>
          <w:b/>
          <w:sz w:val="28"/>
          <w:szCs w:val="28"/>
        </w:rPr>
        <w:t>Дума Каменского городского округа</w:t>
      </w:r>
    </w:p>
    <w:p w:rsidR="00BF5C79" w:rsidRDefault="00BF5C79" w:rsidP="008C771B">
      <w:pPr>
        <w:jc w:val="center"/>
        <w:rPr>
          <w:b/>
          <w:sz w:val="28"/>
          <w:szCs w:val="28"/>
        </w:rPr>
      </w:pPr>
    </w:p>
    <w:p w:rsidR="00BF5C79" w:rsidRDefault="00BF5C79" w:rsidP="008C771B">
      <w:pPr>
        <w:jc w:val="center"/>
        <w:rPr>
          <w:b/>
          <w:sz w:val="28"/>
          <w:szCs w:val="28"/>
        </w:rPr>
      </w:pPr>
      <w:r w:rsidRPr="00F77578">
        <w:rPr>
          <w:b/>
          <w:sz w:val="28"/>
          <w:szCs w:val="28"/>
        </w:rPr>
        <w:t>Р Е Ш И Л А:</w:t>
      </w:r>
    </w:p>
    <w:p w:rsidR="00BF5C79" w:rsidRDefault="00BF5C79" w:rsidP="008C771B">
      <w:pPr>
        <w:jc w:val="center"/>
        <w:rPr>
          <w:b/>
          <w:sz w:val="28"/>
          <w:szCs w:val="28"/>
        </w:rPr>
      </w:pPr>
    </w:p>
    <w:p w:rsidR="00BF5C79" w:rsidRDefault="00BF5C79" w:rsidP="008C771B">
      <w:pPr>
        <w:ind w:firstLine="708"/>
        <w:jc w:val="both"/>
        <w:rPr>
          <w:sz w:val="28"/>
          <w:szCs w:val="28"/>
        </w:rPr>
      </w:pPr>
      <w:r w:rsidRPr="00750A7E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 изменения в муниципальную программу </w:t>
      </w:r>
      <w:r w:rsidRPr="003B4532">
        <w:rPr>
          <w:sz w:val="28"/>
          <w:szCs w:val="28"/>
        </w:rPr>
        <w:t xml:space="preserve"> «Экология и природные ресурсы» на территории муниципального образования «Каменский городской округ» на 2008 – 2015 годы»</w:t>
      </w:r>
      <w:r>
        <w:rPr>
          <w:sz w:val="28"/>
          <w:szCs w:val="28"/>
        </w:rPr>
        <w:t>, утверждённую Решением Думы Каменского городского округа от 26.08.2008г  № 53</w:t>
      </w:r>
      <w:r w:rsidRPr="003B4532">
        <w:rPr>
          <w:sz w:val="28"/>
          <w:szCs w:val="28"/>
        </w:rPr>
        <w:t xml:space="preserve"> (в ред. от 16.04.2009г № 14, от 22.10.2009г № 200, от 21.12.2009г  № 222, от 30.06.2010г № 290, от 16.09.2010г № </w:t>
      </w:r>
      <w:r>
        <w:rPr>
          <w:sz w:val="28"/>
          <w:szCs w:val="28"/>
        </w:rPr>
        <w:t>316, от 09.06.2011</w:t>
      </w:r>
      <w:r w:rsidRPr="003B4532">
        <w:rPr>
          <w:sz w:val="28"/>
          <w:szCs w:val="28"/>
        </w:rPr>
        <w:t>г №</w:t>
      </w:r>
      <w:r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>402, от 02.08.2011г №</w:t>
      </w:r>
      <w:r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>414, от 08.12.2011г № 448, от 16.02.2012г</w:t>
      </w:r>
      <w:r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>№ 465, от 17.05.2012г</w:t>
      </w:r>
      <w:r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>№ 20, от 15.11.2012г</w:t>
      </w:r>
      <w:r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>№ 53</w:t>
      </w:r>
      <w:r>
        <w:rPr>
          <w:sz w:val="28"/>
          <w:szCs w:val="28"/>
        </w:rPr>
        <w:t>, от 25.04.2013г № 102, от 11.07.2013г № 143, от 21.11.2013г № 168</w:t>
      </w:r>
      <w:r w:rsidRPr="003B4532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BF5C79" w:rsidRDefault="00BF5C79" w:rsidP="008C77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Строку паспорта программы «Объём и источники финансирования программы: изложить в новой редакции:</w:t>
      </w:r>
    </w:p>
    <w:p w:rsidR="00BF5C79" w:rsidRDefault="00BF5C79" w:rsidP="00B519C5">
      <w:pPr>
        <w:jc w:val="both"/>
        <w:rPr>
          <w:sz w:val="28"/>
          <w:szCs w:val="28"/>
        </w:rPr>
      </w:pPr>
      <w:r w:rsidRPr="002B5524">
        <w:rPr>
          <w:sz w:val="28"/>
          <w:szCs w:val="28"/>
        </w:rPr>
        <w:t xml:space="preserve">Всего: </w:t>
      </w:r>
      <w:r>
        <w:rPr>
          <w:sz w:val="28"/>
          <w:szCs w:val="28"/>
        </w:rPr>
        <w:t>15059,13</w:t>
      </w:r>
      <w:r w:rsidRPr="002B5524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2B5524">
        <w:rPr>
          <w:sz w:val="28"/>
          <w:szCs w:val="28"/>
        </w:rPr>
        <w:t>рублей, в том числе по источникам финансирования:</w:t>
      </w:r>
    </w:p>
    <w:p w:rsidR="00BF5C79" w:rsidRPr="002B5524" w:rsidRDefault="00BF5C79" w:rsidP="00B519C5">
      <w:pPr>
        <w:jc w:val="both"/>
        <w:rPr>
          <w:sz w:val="28"/>
          <w:szCs w:val="28"/>
        </w:rPr>
      </w:pPr>
    </w:p>
    <w:p w:rsidR="00BF5C79" w:rsidRPr="00B15AFC" w:rsidRDefault="00BF5C79" w:rsidP="00B519C5">
      <w:pPr>
        <w:ind w:firstLine="708"/>
        <w:jc w:val="right"/>
      </w:pPr>
      <w:r w:rsidRPr="00B15AFC">
        <w:t>тыс.</w:t>
      </w:r>
      <w:r>
        <w:t xml:space="preserve"> </w:t>
      </w:r>
      <w:r w:rsidRPr="00B15AFC">
        <w:t>рублей</w:t>
      </w:r>
    </w:p>
    <w:tbl>
      <w:tblPr>
        <w:tblW w:w="7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26"/>
        <w:gridCol w:w="766"/>
        <w:gridCol w:w="766"/>
        <w:gridCol w:w="866"/>
        <w:gridCol w:w="866"/>
        <w:gridCol w:w="766"/>
        <w:gridCol w:w="766"/>
        <w:gridCol w:w="766"/>
        <w:gridCol w:w="766"/>
        <w:gridCol w:w="966"/>
      </w:tblGrid>
      <w:tr w:rsidR="00BF5C79" w:rsidRPr="00B15AFC" w:rsidTr="0054260B">
        <w:tc>
          <w:tcPr>
            <w:tcW w:w="1318" w:type="dxa"/>
          </w:tcPr>
          <w:p w:rsidR="00BF5C79" w:rsidRPr="00BD0ECC" w:rsidRDefault="00BF5C79" w:rsidP="0054260B">
            <w:pPr>
              <w:jc w:val="center"/>
            </w:pPr>
            <w:r w:rsidRPr="00BD0ECC">
              <w:t xml:space="preserve">По источникам </w:t>
            </w:r>
          </w:p>
          <w:p w:rsidR="00BF5C79" w:rsidRPr="00BD0ECC" w:rsidRDefault="00BF5C79" w:rsidP="0054260B">
            <w:pPr>
              <w:jc w:val="center"/>
            </w:pPr>
            <w:r w:rsidRPr="00BD0ECC">
              <w:t>финансирования</w:t>
            </w:r>
          </w:p>
        </w:tc>
        <w:tc>
          <w:tcPr>
            <w:tcW w:w="641" w:type="dxa"/>
          </w:tcPr>
          <w:p w:rsidR="00BF5C79" w:rsidRPr="00BD0ECC" w:rsidRDefault="00BF5C79" w:rsidP="0054260B">
            <w:pPr>
              <w:jc w:val="center"/>
            </w:pPr>
            <w:r w:rsidRPr="00BD0ECC">
              <w:t>2008 год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</w:pPr>
            <w:r w:rsidRPr="00BD0ECC">
              <w:t>2009 год</w:t>
            </w:r>
          </w:p>
        </w:tc>
        <w:tc>
          <w:tcPr>
            <w:tcW w:w="719" w:type="dxa"/>
          </w:tcPr>
          <w:p w:rsidR="00BF5C79" w:rsidRPr="00BD0ECC" w:rsidRDefault="00BF5C79" w:rsidP="0054260B">
            <w:pPr>
              <w:jc w:val="center"/>
            </w:pPr>
            <w:r w:rsidRPr="00BD0ECC">
              <w:t>2010 год</w:t>
            </w:r>
          </w:p>
        </w:tc>
        <w:tc>
          <w:tcPr>
            <w:tcW w:w="719" w:type="dxa"/>
          </w:tcPr>
          <w:p w:rsidR="00BF5C79" w:rsidRPr="00BD0ECC" w:rsidRDefault="00BF5C79" w:rsidP="0054260B">
            <w:pPr>
              <w:jc w:val="center"/>
            </w:pPr>
            <w:r w:rsidRPr="00BD0ECC">
              <w:t>2011 год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</w:pPr>
            <w:r w:rsidRPr="00BD0ECC">
              <w:t>2012 год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</w:pPr>
            <w:r w:rsidRPr="00BD0ECC">
              <w:t>2013 год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</w:pPr>
            <w:r w:rsidRPr="00BD0ECC">
              <w:t>2014 год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</w:pPr>
            <w:r w:rsidRPr="00BD0ECC">
              <w:t>2015 год</w:t>
            </w:r>
          </w:p>
        </w:tc>
        <w:tc>
          <w:tcPr>
            <w:tcW w:w="945" w:type="dxa"/>
          </w:tcPr>
          <w:p w:rsidR="00BF5C79" w:rsidRPr="00BD0ECC" w:rsidRDefault="00BF5C79" w:rsidP="0054260B">
            <w:pPr>
              <w:jc w:val="center"/>
            </w:pPr>
            <w:r w:rsidRPr="00BD0ECC">
              <w:t>Итого:</w:t>
            </w:r>
          </w:p>
        </w:tc>
      </w:tr>
      <w:tr w:rsidR="00BF5C79" w:rsidRPr="00B15AFC" w:rsidTr="0054260B">
        <w:tc>
          <w:tcPr>
            <w:tcW w:w="1318" w:type="dxa"/>
          </w:tcPr>
          <w:p w:rsidR="00BF5C79" w:rsidRPr="00BD0ECC" w:rsidRDefault="00BF5C79" w:rsidP="0054260B">
            <w:r w:rsidRPr="00BD0ECC">
              <w:t>Местный бюджет</w:t>
            </w:r>
          </w:p>
        </w:tc>
        <w:tc>
          <w:tcPr>
            <w:tcW w:w="641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1620,0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1977,0</w:t>
            </w:r>
          </w:p>
        </w:tc>
        <w:tc>
          <w:tcPr>
            <w:tcW w:w="719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933,60</w:t>
            </w:r>
          </w:p>
        </w:tc>
        <w:tc>
          <w:tcPr>
            <w:tcW w:w="719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1505,38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644,75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2050,0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3009,0</w:t>
            </w:r>
          </w:p>
        </w:tc>
        <w:tc>
          <w:tcPr>
            <w:tcW w:w="642" w:type="dxa"/>
          </w:tcPr>
          <w:p w:rsidR="00BF5C79" w:rsidRPr="00BD0ECC" w:rsidRDefault="00BF5C79" w:rsidP="009A6192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3009,0</w:t>
            </w:r>
          </w:p>
        </w:tc>
        <w:tc>
          <w:tcPr>
            <w:tcW w:w="945" w:type="dxa"/>
          </w:tcPr>
          <w:p w:rsidR="00BF5C79" w:rsidRPr="00BD0ECC" w:rsidRDefault="00BF5C79" w:rsidP="00B519C5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14748,73</w:t>
            </w:r>
          </w:p>
        </w:tc>
      </w:tr>
      <w:tr w:rsidR="00BF5C79" w:rsidRPr="00B15AFC" w:rsidTr="0054260B">
        <w:tc>
          <w:tcPr>
            <w:tcW w:w="1318" w:type="dxa"/>
          </w:tcPr>
          <w:p w:rsidR="00BF5C79" w:rsidRPr="00BD0ECC" w:rsidRDefault="00BF5C79" w:rsidP="0054260B">
            <w:r w:rsidRPr="00BD0ECC">
              <w:t>Областной бюджет</w:t>
            </w:r>
          </w:p>
        </w:tc>
        <w:tc>
          <w:tcPr>
            <w:tcW w:w="641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139,0</w:t>
            </w:r>
          </w:p>
        </w:tc>
        <w:tc>
          <w:tcPr>
            <w:tcW w:w="719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110,0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61,40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945" w:type="dxa"/>
          </w:tcPr>
          <w:p w:rsidR="00BF5C79" w:rsidRPr="00BD0ECC" w:rsidRDefault="00BF5C79" w:rsidP="009A6192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310,40</w:t>
            </w:r>
          </w:p>
        </w:tc>
      </w:tr>
      <w:tr w:rsidR="00BF5C79" w:rsidRPr="00B15AFC" w:rsidTr="0054260B">
        <w:tc>
          <w:tcPr>
            <w:tcW w:w="1318" w:type="dxa"/>
          </w:tcPr>
          <w:p w:rsidR="00BF5C79" w:rsidRPr="00BD0ECC" w:rsidRDefault="00BF5C79" w:rsidP="0054260B">
            <w:r w:rsidRPr="00BD0ECC">
              <w:t>Федеральный бюджет</w:t>
            </w:r>
          </w:p>
        </w:tc>
        <w:tc>
          <w:tcPr>
            <w:tcW w:w="641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945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</w:tr>
      <w:tr w:rsidR="00BF5C79" w:rsidRPr="00B15AFC" w:rsidTr="0054260B">
        <w:tc>
          <w:tcPr>
            <w:tcW w:w="1318" w:type="dxa"/>
          </w:tcPr>
          <w:p w:rsidR="00BF5C79" w:rsidRPr="00BD0ECC" w:rsidRDefault="00BF5C79" w:rsidP="0054260B">
            <w:r w:rsidRPr="00BD0ECC">
              <w:t>Внебюджетные средства</w:t>
            </w:r>
          </w:p>
        </w:tc>
        <w:tc>
          <w:tcPr>
            <w:tcW w:w="641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945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</w:tr>
      <w:tr w:rsidR="00BF5C79" w:rsidRPr="00B15AFC" w:rsidTr="0054260B">
        <w:tc>
          <w:tcPr>
            <w:tcW w:w="1318" w:type="dxa"/>
          </w:tcPr>
          <w:p w:rsidR="00BF5C79" w:rsidRPr="00BD0ECC" w:rsidRDefault="00BF5C79" w:rsidP="0054260B">
            <w:r w:rsidRPr="00BD0ECC">
              <w:t>Всего:</w:t>
            </w:r>
          </w:p>
        </w:tc>
        <w:tc>
          <w:tcPr>
            <w:tcW w:w="641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1620,0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1977,0</w:t>
            </w:r>
          </w:p>
        </w:tc>
        <w:tc>
          <w:tcPr>
            <w:tcW w:w="719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1072,60</w:t>
            </w:r>
          </w:p>
        </w:tc>
        <w:tc>
          <w:tcPr>
            <w:tcW w:w="719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1615,38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706,15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2050,0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3009,0</w:t>
            </w:r>
          </w:p>
        </w:tc>
        <w:tc>
          <w:tcPr>
            <w:tcW w:w="642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3009,0</w:t>
            </w:r>
          </w:p>
        </w:tc>
        <w:tc>
          <w:tcPr>
            <w:tcW w:w="945" w:type="dxa"/>
          </w:tcPr>
          <w:p w:rsidR="00BF5C79" w:rsidRPr="00BD0ECC" w:rsidRDefault="00BF5C79" w:rsidP="009A6192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15059,13</w:t>
            </w:r>
          </w:p>
        </w:tc>
      </w:tr>
    </w:tbl>
    <w:p w:rsidR="00BF5C79" w:rsidRDefault="00BF5C79" w:rsidP="00B519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F5C79" w:rsidRDefault="00BF5C79" w:rsidP="00B519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Таблицу  раздела 2 программы  «Целевые показатели программы» изложить в новой редакции:</w:t>
      </w:r>
    </w:p>
    <w:p w:rsidR="00BF5C79" w:rsidRDefault="00BF5C79" w:rsidP="00B519C5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4"/>
        <w:gridCol w:w="1783"/>
        <w:gridCol w:w="941"/>
        <w:gridCol w:w="695"/>
        <w:gridCol w:w="695"/>
        <w:gridCol w:w="841"/>
        <w:gridCol w:w="695"/>
        <w:gridCol w:w="695"/>
        <w:gridCol w:w="695"/>
        <w:gridCol w:w="841"/>
        <w:gridCol w:w="695"/>
        <w:gridCol w:w="1014"/>
      </w:tblGrid>
      <w:tr w:rsidR="00BF5C79" w:rsidTr="00325CB3">
        <w:tc>
          <w:tcPr>
            <w:tcW w:w="0" w:type="auto"/>
            <w:vMerge w:val="restart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Наименование целевых показателей</w:t>
            </w:r>
          </w:p>
        </w:tc>
        <w:tc>
          <w:tcPr>
            <w:tcW w:w="0" w:type="auto"/>
            <w:vMerge w:val="restart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Единицы измерения</w:t>
            </w:r>
          </w:p>
        </w:tc>
        <w:tc>
          <w:tcPr>
            <w:tcW w:w="5602" w:type="dxa"/>
            <w:gridSpan w:val="8"/>
          </w:tcPr>
          <w:p w:rsidR="00BF5C79" w:rsidRPr="00325CB3" w:rsidRDefault="00BF5C79" w:rsidP="00325CB3">
            <w:pPr>
              <w:jc w:val="center"/>
              <w:rPr>
                <w:sz w:val="28"/>
                <w:szCs w:val="28"/>
              </w:rPr>
            </w:pPr>
            <w:r w:rsidRPr="00325CB3">
              <w:rPr>
                <w:sz w:val="20"/>
                <w:szCs w:val="20"/>
              </w:rPr>
              <w:t>Прогнозные значения целевых показателей нарастающим итогом</w:t>
            </w:r>
          </w:p>
        </w:tc>
        <w:tc>
          <w:tcPr>
            <w:tcW w:w="966" w:type="dxa"/>
            <w:vMerge w:val="restart"/>
          </w:tcPr>
          <w:p w:rsidR="00BF5C79" w:rsidRPr="00325CB3" w:rsidRDefault="00BF5C79" w:rsidP="00325CB3">
            <w:pPr>
              <w:jc w:val="center"/>
              <w:rPr>
                <w:sz w:val="28"/>
                <w:szCs w:val="28"/>
              </w:rPr>
            </w:pPr>
            <w:r w:rsidRPr="00325CB3">
              <w:rPr>
                <w:sz w:val="20"/>
                <w:szCs w:val="20"/>
              </w:rPr>
              <w:t>Справочно: базовое значение целевого показателя на начало реализации программы</w:t>
            </w:r>
          </w:p>
        </w:tc>
      </w:tr>
      <w:tr w:rsidR="00BF5C79" w:rsidTr="00325CB3">
        <w:tc>
          <w:tcPr>
            <w:tcW w:w="0" w:type="auto"/>
            <w:vMerge/>
            <w:vAlign w:val="center"/>
          </w:tcPr>
          <w:p w:rsidR="00BF5C79" w:rsidRPr="00325CB3" w:rsidRDefault="00BF5C79" w:rsidP="00325C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BF5C79" w:rsidRPr="00325CB3" w:rsidRDefault="00BF5C79" w:rsidP="00325C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BF5C79" w:rsidRPr="00325CB3" w:rsidRDefault="00BF5C79" w:rsidP="00325C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по итогам 2008 года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по итогам 2009 года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по итогам 2010года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по итогам 2011 года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по итогам 2012 года</w:t>
            </w:r>
          </w:p>
        </w:tc>
        <w:tc>
          <w:tcPr>
            <w:tcW w:w="666" w:type="dxa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по итогам 2013 года</w:t>
            </w:r>
          </w:p>
        </w:tc>
        <w:tc>
          <w:tcPr>
            <w:tcW w:w="803" w:type="dxa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по итогам 2014года</w:t>
            </w:r>
          </w:p>
        </w:tc>
        <w:tc>
          <w:tcPr>
            <w:tcW w:w="666" w:type="dxa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по итогам 2015 года</w:t>
            </w:r>
          </w:p>
        </w:tc>
        <w:tc>
          <w:tcPr>
            <w:tcW w:w="966" w:type="dxa"/>
            <w:vMerge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</w:p>
        </w:tc>
      </w:tr>
      <w:tr w:rsidR="00BF5C79" w:rsidTr="00325CB3"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F5C79" w:rsidRPr="00325CB3" w:rsidRDefault="00BF5C79" w:rsidP="0054260B">
            <w:pPr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8</w:t>
            </w:r>
          </w:p>
        </w:tc>
        <w:tc>
          <w:tcPr>
            <w:tcW w:w="666" w:type="dxa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9</w:t>
            </w:r>
          </w:p>
        </w:tc>
        <w:tc>
          <w:tcPr>
            <w:tcW w:w="803" w:type="dxa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10</w:t>
            </w:r>
          </w:p>
        </w:tc>
        <w:tc>
          <w:tcPr>
            <w:tcW w:w="666" w:type="dxa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11</w:t>
            </w:r>
          </w:p>
        </w:tc>
        <w:tc>
          <w:tcPr>
            <w:tcW w:w="966" w:type="dxa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12</w:t>
            </w:r>
          </w:p>
        </w:tc>
      </w:tr>
      <w:tr w:rsidR="00BF5C79" w:rsidTr="00325CB3"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F5C79" w:rsidRPr="00325CB3" w:rsidRDefault="00BF5C79" w:rsidP="0054260B">
            <w:pPr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Обустройство  источников нецентрализованного водоснабжения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7</w:t>
            </w:r>
          </w:p>
        </w:tc>
        <w:tc>
          <w:tcPr>
            <w:tcW w:w="666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7</w:t>
            </w:r>
          </w:p>
        </w:tc>
        <w:tc>
          <w:tcPr>
            <w:tcW w:w="803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7</w:t>
            </w:r>
          </w:p>
        </w:tc>
        <w:tc>
          <w:tcPr>
            <w:tcW w:w="666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7</w:t>
            </w:r>
          </w:p>
        </w:tc>
        <w:tc>
          <w:tcPr>
            <w:tcW w:w="966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</w:tr>
      <w:tr w:rsidR="00BF5C79" w:rsidTr="00325CB3"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BF5C79" w:rsidRPr="00325CB3" w:rsidRDefault="00BF5C79" w:rsidP="00325CB3">
            <w:pPr>
              <w:ind w:hanging="7"/>
              <w:jc w:val="both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Лицензирование на территории Каменского городского округа полигоновТБО и ЖБО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  <w:tc>
          <w:tcPr>
            <w:tcW w:w="666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1</w:t>
            </w:r>
          </w:p>
        </w:tc>
        <w:tc>
          <w:tcPr>
            <w:tcW w:w="803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1</w:t>
            </w:r>
          </w:p>
        </w:tc>
        <w:tc>
          <w:tcPr>
            <w:tcW w:w="666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2</w:t>
            </w:r>
          </w:p>
        </w:tc>
        <w:tc>
          <w:tcPr>
            <w:tcW w:w="966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</w:tr>
      <w:tr w:rsidR="00BF5C79" w:rsidTr="00325CB3"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BF5C79" w:rsidRPr="00325CB3" w:rsidRDefault="00BF5C79" w:rsidP="00325CB3">
            <w:pPr>
              <w:ind w:hanging="7"/>
              <w:jc w:val="both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Проведение  конкурса по благоустройству сельских территорий среди жителей городского округа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2</w:t>
            </w:r>
          </w:p>
        </w:tc>
        <w:tc>
          <w:tcPr>
            <w:tcW w:w="666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3</w:t>
            </w:r>
          </w:p>
        </w:tc>
        <w:tc>
          <w:tcPr>
            <w:tcW w:w="803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4</w:t>
            </w:r>
          </w:p>
        </w:tc>
        <w:tc>
          <w:tcPr>
            <w:tcW w:w="666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5</w:t>
            </w:r>
          </w:p>
        </w:tc>
        <w:tc>
          <w:tcPr>
            <w:tcW w:w="966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</w:tr>
      <w:tr w:rsidR="00BF5C79" w:rsidTr="00325CB3"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BF5C79" w:rsidRPr="00325CB3" w:rsidRDefault="00BF5C79" w:rsidP="00325CB3">
            <w:pPr>
              <w:ind w:hanging="7"/>
              <w:jc w:val="both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Ликвидация несанкционированных свалок бытовых отходов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22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32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39</w:t>
            </w:r>
          </w:p>
        </w:tc>
        <w:tc>
          <w:tcPr>
            <w:tcW w:w="666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47</w:t>
            </w:r>
          </w:p>
        </w:tc>
        <w:tc>
          <w:tcPr>
            <w:tcW w:w="803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55</w:t>
            </w:r>
          </w:p>
        </w:tc>
        <w:tc>
          <w:tcPr>
            <w:tcW w:w="666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63</w:t>
            </w:r>
          </w:p>
        </w:tc>
        <w:tc>
          <w:tcPr>
            <w:tcW w:w="966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</w:tr>
      <w:tr w:rsidR="00BF5C79" w:rsidTr="00325CB3"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BF5C79" w:rsidRPr="00325CB3" w:rsidRDefault="00BF5C79" w:rsidP="00325CB3">
            <w:pPr>
              <w:ind w:hanging="7"/>
              <w:jc w:val="both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 xml:space="preserve"> Приведение в соответствие с санитарными правилами нецентрализованных источников водоснабжения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8</w:t>
            </w:r>
          </w:p>
        </w:tc>
        <w:tc>
          <w:tcPr>
            <w:tcW w:w="666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12</w:t>
            </w:r>
          </w:p>
        </w:tc>
        <w:tc>
          <w:tcPr>
            <w:tcW w:w="803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18</w:t>
            </w:r>
          </w:p>
        </w:tc>
        <w:tc>
          <w:tcPr>
            <w:tcW w:w="666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24</w:t>
            </w:r>
          </w:p>
        </w:tc>
        <w:tc>
          <w:tcPr>
            <w:tcW w:w="966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</w:tr>
      <w:tr w:rsidR="00BF5C79" w:rsidTr="00325CB3"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BF5C79" w:rsidRPr="00325CB3" w:rsidRDefault="00BF5C79" w:rsidP="00325CB3">
            <w:pPr>
              <w:ind w:hanging="7"/>
              <w:jc w:val="both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 xml:space="preserve"> Приведение в соответствие с санитарными правилами централизованных источников водоснабжения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1</w:t>
            </w:r>
          </w:p>
        </w:tc>
        <w:tc>
          <w:tcPr>
            <w:tcW w:w="666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  <w:tc>
          <w:tcPr>
            <w:tcW w:w="803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4</w:t>
            </w:r>
          </w:p>
        </w:tc>
        <w:tc>
          <w:tcPr>
            <w:tcW w:w="666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4</w:t>
            </w:r>
          </w:p>
        </w:tc>
        <w:tc>
          <w:tcPr>
            <w:tcW w:w="966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</w:tr>
      <w:tr w:rsidR="00BF5C79" w:rsidTr="00325CB3"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BF5C79" w:rsidRPr="00325CB3" w:rsidRDefault="00BF5C79" w:rsidP="00325CB3">
            <w:pPr>
              <w:ind w:hanging="7"/>
              <w:jc w:val="both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Увеличение доли гидротехнических сооружений отвечающих современным требованиям безопасности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  <w:rPr>
                <w:sz w:val="20"/>
                <w:szCs w:val="20"/>
              </w:rPr>
            </w:pPr>
            <w:r w:rsidRPr="00325CB3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  <w:tc>
          <w:tcPr>
            <w:tcW w:w="666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  <w:tc>
          <w:tcPr>
            <w:tcW w:w="803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2</w:t>
            </w:r>
          </w:p>
        </w:tc>
        <w:tc>
          <w:tcPr>
            <w:tcW w:w="666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4</w:t>
            </w:r>
          </w:p>
        </w:tc>
        <w:tc>
          <w:tcPr>
            <w:tcW w:w="966" w:type="dxa"/>
            <w:vAlign w:val="center"/>
          </w:tcPr>
          <w:p w:rsidR="00BF5C79" w:rsidRPr="00325CB3" w:rsidRDefault="00BF5C79" w:rsidP="00325CB3">
            <w:pPr>
              <w:jc w:val="center"/>
            </w:pPr>
            <w:r w:rsidRPr="00325CB3">
              <w:rPr>
                <w:sz w:val="22"/>
                <w:szCs w:val="22"/>
              </w:rPr>
              <w:t>0</w:t>
            </w:r>
          </w:p>
        </w:tc>
      </w:tr>
    </w:tbl>
    <w:p w:rsidR="00BF5C79" w:rsidRDefault="00BF5C79" w:rsidP="00B519C5">
      <w:pPr>
        <w:ind w:firstLine="708"/>
        <w:jc w:val="both"/>
        <w:rPr>
          <w:sz w:val="28"/>
          <w:szCs w:val="28"/>
        </w:rPr>
      </w:pPr>
    </w:p>
    <w:p w:rsidR="00BF5C79" w:rsidRDefault="00BF5C79" w:rsidP="00B519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В абзац 1 раздела 4 программы «Финансовое обеспечение муниципальной программы» число «28,7 млн. рублей» заменить на число «15,06 млн. рублей».</w:t>
      </w:r>
    </w:p>
    <w:p w:rsidR="00BF5C79" w:rsidRDefault="00BF5C79" w:rsidP="00B519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 Таблицу «Расходы на реализацию программы по годам, источникам финансирования» раздела 4 изложить в новой редакции:</w:t>
      </w:r>
    </w:p>
    <w:p w:rsidR="00BF5C79" w:rsidRDefault="00BF5C79" w:rsidP="00B519C5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9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26"/>
        <w:gridCol w:w="766"/>
        <w:gridCol w:w="766"/>
        <w:gridCol w:w="866"/>
        <w:gridCol w:w="866"/>
        <w:gridCol w:w="766"/>
        <w:gridCol w:w="766"/>
        <w:gridCol w:w="766"/>
        <w:gridCol w:w="766"/>
        <w:gridCol w:w="966"/>
      </w:tblGrid>
      <w:tr w:rsidR="00BF5C79" w:rsidRPr="00B15AFC" w:rsidTr="00F44AB2">
        <w:tc>
          <w:tcPr>
            <w:tcW w:w="1808" w:type="dxa"/>
          </w:tcPr>
          <w:p w:rsidR="00BF5C79" w:rsidRPr="00BD0ECC" w:rsidRDefault="00BF5C79" w:rsidP="0054260B">
            <w:pPr>
              <w:jc w:val="center"/>
            </w:pPr>
            <w:r w:rsidRPr="00BD0ECC">
              <w:t xml:space="preserve">По источникам </w:t>
            </w:r>
          </w:p>
          <w:p w:rsidR="00BF5C79" w:rsidRPr="00BD0ECC" w:rsidRDefault="00BF5C79" w:rsidP="0054260B">
            <w:pPr>
              <w:jc w:val="center"/>
            </w:pPr>
            <w:r w:rsidRPr="00BD0ECC">
              <w:t>финансирования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</w:pPr>
            <w:r w:rsidRPr="00BD0ECC">
              <w:t>2008 год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</w:pPr>
            <w:r w:rsidRPr="00BD0ECC">
              <w:t>2009 год</w:t>
            </w:r>
          </w:p>
        </w:tc>
        <w:tc>
          <w:tcPr>
            <w:tcW w:w="866" w:type="dxa"/>
          </w:tcPr>
          <w:p w:rsidR="00BF5C79" w:rsidRPr="00BD0ECC" w:rsidRDefault="00BF5C79" w:rsidP="0054260B">
            <w:pPr>
              <w:jc w:val="center"/>
            </w:pPr>
            <w:r w:rsidRPr="00BD0ECC">
              <w:t>2010 год</w:t>
            </w:r>
          </w:p>
        </w:tc>
        <w:tc>
          <w:tcPr>
            <w:tcW w:w="866" w:type="dxa"/>
          </w:tcPr>
          <w:p w:rsidR="00BF5C79" w:rsidRPr="00BD0ECC" w:rsidRDefault="00BF5C79" w:rsidP="0054260B">
            <w:pPr>
              <w:jc w:val="center"/>
            </w:pPr>
            <w:r w:rsidRPr="00BD0ECC">
              <w:t>2011 год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</w:pPr>
            <w:r w:rsidRPr="00BD0ECC">
              <w:t>2012 год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</w:pPr>
            <w:r w:rsidRPr="00BD0ECC">
              <w:t>2013 год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</w:pPr>
            <w:r w:rsidRPr="00BD0ECC">
              <w:t>2014 год</w:t>
            </w:r>
          </w:p>
        </w:tc>
        <w:tc>
          <w:tcPr>
            <w:tcW w:w="866" w:type="dxa"/>
          </w:tcPr>
          <w:p w:rsidR="00BF5C79" w:rsidRPr="00BD0ECC" w:rsidRDefault="00BF5C79" w:rsidP="0054260B">
            <w:pPr>
              <w:jc w:val="center"/>
            </w:pPr>
            <w:r w:rsidRPr="00BD0ECC">
              <w:t>2015 год</w:t>
            </w:r>
          </w:p>
        </w:tc>
        <w:tc>
          <w:tcPr>
            <w:tcW w:w="786" w:type="dxa"/>
          </w:tcPr>
          <w:p w:rsidR="00BF5C79" w:rsidRPr="00BD0ECC" w:rsidRDefault="00BF5C79" w:rsidP="0054260B">
            <w:pPr>
              <w:jc w:val="center"/>
            </w:pPr>
            <w:r w:rsidRPr="00BD0ECC">
              <w:t>Итого:</w:t>
            </w:r>
          </w:p>
        </w:tc>
      </w:tr>
      <w:tr w:rsidR="00BF5C79" w:rsidRPr="00B15AFC" w:rsidTr="00F44AB2">
        <w:tc>
          <w:tcPr>
            <w:tcW w:w="1808" w:type="dxa"/>
          </w:tcPr>
          <w:p w:rsidR="00BF5C79" w:rsidRPr="00BD0ECC" w:rsidRDefault="00BF5C79" w:rsidP="0054260B">
            <w:r w:rsidRPr="00BD0ECC">
              <w:t>Местный бюджет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1620,0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1977,0</w:t>
            </w:r>
          </w:p>
        </w:tc>
        <w:tc>
          <w:tcPr>
            <w:tcW w:w="8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933,60</w:t>
            </w:r>
          </w:p>
        </w:tc>
        <w:tc>
          <w:tcPr>
            <w:tcW w:w="8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1505,38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644,75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2050,0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3009,0</w:t>
            </w:r>
          </w:p>
        </w:tc>
        <w:tc>
          <w:tcPr>
            <w:tcW w:w="8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3009,0</w:t>
            </w:r>
          </w:p>
        </w:tc>
        <w:tc>
          <w:tcPr>
            <w:tcW w:w="78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14748,73</w:t>
            </w:r>
          </w:p>
        </w:tc>
      </w:tr>
      <w:tr w:rsidR="00BF5C79" w:rsidRPr="00B15AFC" w:rsidTr="00F44AB2">
        <w:tc>
          <w:tcPr>
            <w:tcW w:w="1808" w:type="dxa"/>
          </w:tcPr>
          <w:p w:rsidR="00BF5C79" w:rsidRPr="00BD0ECC" w:rsidRDefault="00BF5C79" w:rsidP="0054260B">
            <w:r w:rsidRPr="00BD0ECC">
              <w:t>Областной бюджет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8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139,0</w:t>
            </w:r>
          </w:p>
        </w:tc>
        <w:tc>
          <w:tcPr>
            <w:tcW w:w="8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110,0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61,40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8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78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310,40</w:t>
            </w:r>
          </w:p>
        </w:tc>
      </w:tr>
      <w:tr w:rsidR="00BF5C79" w:rsidRPr="00B15AFC" w:rsidTr="00F44AB2">
        <w:tc>
          <w:tcPr>
            <w:tcW w:w="1808" w:type="dxa"/>
          </w:tcPr>
          <w:p w:rsidR="00BF5C79" w:rsidRPr="00BD0ECC" w:rsidRDefault="00BF5C79" w:rsidP="0054260B">
            <w:r w:rsidRPr="00BD0ECC">
              <w:t>Федеральный бюджет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8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8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8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78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</w:tr>
      <w:tr w:rsidR="00BF5C79" w:rsidRPr="00B15AFC" w:rsidTr="00F44AB2">
        <w:tc>
          <w:tcPr>
            <w:tcW w:w="1808" w:type="dxa"/>
          </w:tcPr>
          <w:p w:rsidR="00BF5C79" w:rsidRPr="00BD0ECC" w:rsidRDefault="00BF5C79" w:rsidP="0054260B">
            <w:r w:rsidRPr="00BD0ECC">
              <w:t>Внебюджетные средства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8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8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8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  <w:tc>
          <w:tcPr>
            <w:tcW w:w="78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0</w:t>
            </w:r>
          </w:p>
        </w:tc>
      </w:tr>
      <w:tr w:rsidR="00BF5C79" w:rsidRPr="00B15AFC" w:rsidTr="00F44AB2">
        <w:tc>
          <w:tcPr>
            <w:tcW w:w="1808" w:type="dxa"/>
          </w:tcPr>
          <w:p w:rsidR="00BF5C79" w:rsidRPr="00BD0ECC" w:rsidRDefault="00BF5C79" w:rsidP="0054260B">
            <w:r w:rsidRPr="00BD0ECC">
              <w:t>Всего: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1620,0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1977,0</w:t>
            </w:r>
          </w:p>
        </w:tc>
        <w:tc>
          <w:tcPr>
            <w:tcW w:w="8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1072,60</w:t>
            </w:r>
          </w:p>
        </w:tc>
        <w:tc>
          <w:tcPr>
            <w:tcW w:w="8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1615,38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706,15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2050,0</w:t>
            </w:r>
          </w:p>
        </w:tc>
        <w:tc>
          <w:tcPr>
            <w:tcW w:w="76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3009,0</w:t>
            </w:r>
          </w:p>
        </w:tc>
        <w:tc>
          <w:tcPr>
            <w:tcW w:w="866" w:type="dxa"/>
          </w:tcPr>
          <w:p w:rsidR="00BF5C79" w:rsidRPr="00BD0ECC" w:rsidRDefault="00BF5C79" w:rsidP="009A6192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3009,0</w:t>
            </w:r>
          </w:p>
        </w:tc>
        <w:tc>
          <w:tcPr>
            <w:tcW w:w="786" w:type="dxa"/>
          </w:tcPr>
          <w:p w:rsidR="00BF5C79" w:rsidRPr="00BD0ECC" w:rsidRDefault="00BF5C79" w:rsidP="0054260B">
            <w:pPr>
              <w:jc w:val="center"/>
              <w:rPr>
                <w:sz w:val="20"/>
                <w:szCs w:val="20"/>
              </w:rPr>
            </w:pPr>
            <w:r w:rsidRPr="00BD0ECC">
              <w:rPr>
                <w:sz w:val="20"/>
                <w:szCs w:val="20"/>
              </w:rPr>
              <w:t>15059,13</w:t>
            </w:r>
          </w:p>
        </w:tc>
      </w:tr>
    </w:tbl>
    <w:p w:rsidR="00BF5C79" w:rsidRDefault="00BF5C79" w:rsidP="00B519C5">
      <w:pPr>
        <w:ind w:firstLine="708"/>
        <w:jc w:val="both"/>
        <w:rPr>
          <w:sz w:val="28"/>
          <w:szCs w:val="28"/>
        </w:rPr>
      </w:pPr>
    </w:p>
    <w:p w:rsidR="00BF5C79" w:rsidRDefault="00BF5C79" w:rsidP="00B519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 Приложение № 2 к муниципальной  программы «Экология и природные ресурсы» на территории муниципального образования «Каменский городской округ» на 2008-2015 годы» изложить в новой редакции (прилагается).</w:t>
      </w:r>
    </w:p>
    <w:p w:rsidR="00BF5C79" w:rsidRDefault="00BF5C79" w:rsidP="00B519C5">
      <w:pPr>
        <w:ind w:firstLine="708"/>
        <w:jc w:val="both"/>
        <w:rPr>
          <w:sz w:val="28"/>
          <w:szCs w:val="28"/>
        </w:rPr>
      </w:pPr>
    </w:p>
    <w:p w:rsidR="00BF5C79" w:rsidRDefault="00BF5C79" w:rsidP="00F44A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   Опубликовать настоящее Решение в газете «Пламя» и разместить на официальном сайте Администрации Каменского городского округа.</w:t>
      </w:r>
    </w:p>
    <w:p w:rsidR="00BF5C79" w:rsidRDefault="00BF5C79" w:rsidP="00F44AB2">
      <w:pPr>
        <w:ind w:firstLine="708"/>
        <w:jc w:val="both"/>
        <w:rPr>
          <w:sz w:val="28"/>
          <w:szCs w:val="28"/>
        </w:rPr>
      </w:pPr>
    </w:p>
    <w:p w:rsidR="00BF5C79" w:rsidRDefault="00BF5C79" w:rsidP="008C77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    Контроль  исполнения настоящего Решения возложить на постоянный Комитет Думы Каменского городского округа по экономической политике, бюджету и налогам (Г.Т. Лисицина) и постоянный Комитет Думы Каменского городского округа по социальной политике (В.Н. Соломеин).</w:t>
      </w:r>
    </w:p>
    <w:p w:rsidR="00BF5C79" w:rsidRDefault="00BF5C79" w:rsidP="008C771B">
      <w:pPr>
        <w:jc w:val="both"/>
        <w:rPr>
          <w:sz w:val="28"/>
          <w:szCs w:val="28"/>
        </w:rPr>
      </w:pPr>
    </w:p>
    <w:p w:rsidR="00BF5C79" w:rsidRDefault="00BF5C79" w:rsidP="008C771B">
      <w:pPr>
        <w:jc w:val="both"/>
        <w:rPr>
          <w:sz w:val="28"/>
          <w:szCs w:val="28"/>
        </w:rPr>
      </w:pPr>
    </w:p>
    <w:p w:rsidR="00BF5C79" w:rsidRDefault="00BF5C79" w:rsidP="008C771B">
      <w:pPr>
        <w:jc w:val="both"/>
        <w:rPr>
          <w:sz w:val="28"/>
          <w:szCs w:val="28"/>
        </w:rPr>
      </w:pPr>
    </w:p>
    <w:p w:rsidR="00BF5C79" w:rsidRDefault="00BF5C79" w:rsidP="008C771B">
      <w:pPr>
        <w:jc w:val="both"/>
      </w:pPr>
      <w:r>
        <w:rPr>
          <w:sz w:val="28"/>
          <w:szCs w:val="28"/>
        </w:rPr>
        <w:t xml:space="preserve">Глава Каменского городского округа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С.А.Белоусов</w:t>
      </w:r>
    </w:p>
    <w:p w:rsidR="00BF5C79" w:rsidRDefault="00BF5C79" w:rsidP="008C771B"/>
    <w:p w:rsidR="00BF5C79" w:rsidRDefault="00BF5C79" w:rsidP="008C771B"/>
    <w:p w:rsidR="00BF5C79" w:rsidRDefault="00BF5C79" w:rsidP="008C771B">
      <w:pPr>
        <w:rPr>
          <w:sz w:val="28"/>
          <w:szCs w:val="28"/>
        </w:rPr>
      </w:pPr>
    </w:p>
    <w:p w:rsidR="00BF5C79" w:rsidRDefault="00BF5C79">
      <w:r w:rsidRPr="00E774A9">
        <w:rPr>
          <w:sz w:val="28"/>
          <w:szCs w:val="28"/>
        </w:rPr>
        <w:t>Председатель Думы Каменского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В.И.Чемезов</w:t>
      </w:r>
    </w:p>
    <w:sectPr w:rsidR="00BF5C79" w:rsidSect="00D40F09"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215B"/>
    <w:rsid w:val="00013645"/>
    <w:rsid w:val="000354A5"/>
    <w:rsid w:val="00045330"/>
    <w:rsid w:val="00071671"/>
    <w:rsid w:val="0009622B"/>
    <w:rsid w:val="000B5ECF"/>
    <w:rsid w:val="000C319C"/>
    <w:rsid w:val="000C6F4B"/>
    <w:rsid w:val="000D3673"/>
    <w:rsid w:val="000F342C"/>
    <w:rsid w:val="000F52A9"/>
    <w:rsid w:val="001236E3"/>
    <w:rsid w:val="001320D1"/>
    <w:rsid w:val="001513ED"/>
    <w:rsid w:val="00156815"/>
    <w:rsid w:val="001779D1"/>
    <w:rsid w:val="001D1C29"/>
    <w:rsid w:val="001E3BD6"/>
    <w:rsid w:val="002238D2"/>
    <w:rsid w:val="0027236C"/>
    <w:rsid w:val="00283CC9"/>
    <w:rsid w:val="002A5BBD"/>
    <w:rsid w:val="002B5524"/>
    <w:rsid w:val="002C5998"/>
    <w:rsid w:val="002C6F3C"/>
    <w:rsid w:val="002C70B4"/>
    <w:rsid w:val="002D0FE3"/>
    <w:rsid w:val="002E38A6"/>
    <w:rsid w:val="00300EB8"/>
    <w:rsid w:val="0030494B"/>
    <w:rsid w:val="00316461"/>
    <w:rsid w:val="00324632"/>
    <w:rsid w:val="00325CB3"/>
    <w:rsid w:val="003349A2"/>
    <w:rsid w:val="00336750"/>
    <w:rsid w:val="00346863"/>
    <w:rsid w:val="003562E1"/>
    <w:rsid w:val="003B15C4"/>
    <w:rsid w:val="003B4532"/>
    <w:rsid w:val="003B4F81"/>
    <w:rsid w:val="003B79C9"/>
    <w:rsid w:val="003C0DA9"/>
    <w:rsid w:val="003C28C9"/>
    <w:rsid w:val="003E2EAD"/>
    <w:rsid w:val="003F151C"/>
    <w:rsid w:val="004165D8"/>
    <w:rsid w:val="00420726"/>
    <w:rsid w:val="00432B4C"/>
    <w:rsid w:val="0043488E"/>
    <w:rsid w:val="00435FE9"/>
    <w:rsid w:val="00437E37"/>
    <w:rsid w:val="004608BE"/>
    <w:rsid w:val="00462E24"/>
    <w:rsid w:val="00465B02"/>
    <w:rsid w:val="004774F4"/>
    <w:rsid w:val="00492A5B"/>
    <w:rsid w:val="00496F2D"/>
    <w:rsid w:val="004A03BC"/>
    <w:rsid w:val="0052562B"/>
    <w:rsid w:val="00526231"/>
    <w:rsid w:val="00537770"/>
    <w:rsid w:val="0054260B"/>
    <w:rsid w:val="00552094"/>
    <w:rsid w:val="00556537"/>
    <w:rsid w:val="00556870"/>
    <w:rsid w:val="005601E9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202C8"/>
    <w:rsid w:val="0062215B"/>
    <w:rsid w:val="0063496D"/>
    <w:rsid w:val="00640F14"/>
    <w:rsid w:val="00663F7A"/>
    <w:rsid w:val="00687121"/>
    <w:rsid w:val="006A041B"/>
    <w:rsid w:val="006C5B2B"/>
    <w:rsid w:val="006D03D4"/>
    <w:rsid w:val="006D2D16"/>
    <w:rsid w:val="006D4E4D"/>
    <w:rsid w:val="006D738D"/>
    <w:rsid w:val="006F33CD"/>
    <w:rsid w:val="006F5762"/>
    <w:rsid w:val="00702D28"/>
    <w:rsid w:val="0071047B"/>
    <w:rsid w:val="0071406B"/>
    <w:rsid w:val="00731AA7"/>
    <w:rsid w:val="00732E27"/>
    <w:rsid w:val="00750A7E"/>
    <w:rsid w:val="007831D7"/>
    <w:rsid w:val="0078637E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66C23"/>
    <w:rsid w:val="00875B72"/>
    <w:rsid w:val="00882FB0"/>
    <w:rsid w:val="00893E97"/>
    <w:rsid w:val="00894B37"/>
    <w:rsid w:val="008C771B"/>
    <w:rsid w:val="008D7403"/>
    <w:rsid w:val="00922A81"/>
    <w:rsid w:val="00932BC1"/>
    <w:rsid w:val="00942D2B"/>
    <w:rsid w:val="00976946"/>
    <w:rsid w:val="00994419"/>
    <w:rsid w:val="009A6192"/>
    <w:rsid w:val="009A7304"/>
    <w:rsid w:val="009C743C"/>
    <w:rsid w:val="009D0A7D"/>
    <w:rsid w:val="009D21F3"/>
    <w:rsid w:val="009E18C1"/>
    <w:rsid w:val="009E57A5"/>
    <w:rsid w:val="009F3F23"/>
    <w:rsid w:val="009F6304"/>
    <w:rsid w:val="00A02886"/>
    <w:rsid w:val="00A2700E"/>
    <w:rsid w:val="00A42125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15AFC"/>
    <w:rsid w:val="00B25FC9"/>
    <w:rsid w:val="00B26DA9"/>
    <w:rsid w:val="00B34D1B"/>
    <w:rsid w:val="00B40C46"/>
    <w:rsid w:val="00B40C47"/>
    <w:rsid w:val="00B519C5"/>
    <w:rsid w:val="00BA45E8"/>
    <w:rsid w:val="00BB018D"/>
    <w:rsid w:val="00BC25FC"/>
    <w:rsid w:val="00BD0ECC"/>
    <w:rsid w:val="00BD1775"/>
    <w:rsid w:val="00BE60C0"/>
    <w:rsid w:val="00BF0D0D"/>
    <w:rsid w:val="00BF5C79"/>
    <w:rsid w:val="00C03814"/>
    <w:rsid w:val="00C42BBE"/>
    <w:rsid w:val="00C4702E"/>
    <w:rsid w:val="00C52D4C"/>
    <w:rsid w:val="00C70B62"/>
    <w:rsid w:val="00C75BC2"/>
    <w:rsid w:val="00CA7B80"/>
    <w:rsid w:val="00CE2E6D"/>
    <w:rsid w:val="00D0369A"/>
    <w:rsid w:val="00D14F1E"/>
    <w:rsid w:val="00D23C90"/>
    <w:rsid w:val="00D305A2"/>
    <w:rsid w:val="00D37E2C"/>
    <w:rsid w:val="00D40F09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DF44EB"/>
    <w:rsid w:val="00E27879"/>
    <w:rsid w:val="00E40D15"/>
    <w:rsid w:val="00E42B2E"/>
    <w:rsid w:val="00E53B58"/>
    <w:rsid w:val="00E774A9"/>
    <w:rsid w:val="00E829D5"/>
    <w:rsid w:val="00EA06A5"/>
    <w:rsid w:val="00EE6498"/>
    <w:rsid w:val="00EF3AF6"/>
    <w:rsid w:val="00F06776"/>
    <w:rsid w:val="00F22715"/>
    <w:rsid w:val="00F22F40"/>
    <w:rsid w:val="00F42008"/>
    <w:rsid w:val="00F44AB2"/>
    <w:rsid w:val="00F5014A"/>
    <w:rsid w:val="00F51D6A"/>
    <w:rsid w:val="00F53097"/>
    <w:rsid w:val="00F612D1"/>
    <w:rsid w:val="00F77578"/>
    <w:rsid w:val="00F871AB"/>
    <w:rsid w:val="00F90B8E"/>
    <w:rsid w:val="00FB6579"/>
    <w:rsid w:val="00FC53F8"/>
    <w:rsid w:val="00FE7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71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8C771B"/>
    <w:pPr>
      <w:jc w:val="center"/>
    </w:pPr>
    <w:rPr>
      <w:b/>
      <w:bCs/>
      <w:sz w:val="28"/>
    </w:rPr>
  </w:style>
  <w:style w:type="paragraph" w:styleId="BalloonText">
    <w:name w:val="Balloon Text"/>
    <w:basedOn w:val="Normal"/>
    <w:link w:val="BalloonTextChar"/>
    <w:uiPriority w:val="99"/>
    <w:semiHidden/>
    <w:rsid w:val="008C77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C771B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8C771B"/>
    <w:pPr>
      <w:ind w:left="720"/>
      <w:contextualSpacing/>
    </w:pPr>
  </w:style>
  <w:style w:type="table" w:styleId="TableGrid">
    <w:name w:val="Table Grid"/>
    <w:basedOn w:val="TableNormal"/>
    <w:uiPriority w:val="99"/>
    <w:rsid w:val="00B519C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4</Pages>
  <Words>791</Words>
  <Characters>4514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CopyMaster</cp:lastModifiedBy>
  <cp:revision>5</cp:revision>
  <cp:lastPrinted>2014-02-21T03:42:00Z</cp:lastPrinted>
  <dcterms:created xsi:type="dcterms:W3CDTF">2014-02-05T06:30:00Z</dcterms:created>
  <dcterms:modified xsi:type="dcterms:W3CDTF">2014-02-21T03:42:00Z</dcterms:modified>
</cp:coreProperties>
</file>